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A7620" w14:textId="0F277727" w:rsidR="00A25DC7" w:rsidRPr="00561165" w:rsidRDefault="00017169" w:rsidP="00A25DC7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0DF27D40" w14:textId="77777777" w:rsidR="00A25DC7" w:rsidRDefault="00A25DC7" w:rsidP="00A25DC7"/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7C414B61" w14:textId="7C4D6958" w:rsidR="00A25DC7" w:rsidRPr="008A5CDC" w:rsidRDefault="00A25DC7" w:rsidP="00A25DC7">
      <w:pPr>
        <w:pStyle w:val="Odstavecseseznamem"/>
        <w:numPr>
          <w:ilvl w:val="0"/>
          <w:numId w:val="47"/>
        </w:numPr>
        <w:jc w:val="both"/>
      </w:pPr>
      <w:r w:rsidRPr="008A5CDC">
        <w:t>Základním požadavkem</w:t>
      </w:r>
      <w:r w:rsidR="00017169">
        <w:t xml:space="preserve"> veřejné zakázky</w:t>
      </w:r>
      <w:r w:rsidRPr="008A5CDC">
        <w:t xml:space="preserve">: </w:t>
      </w:r>
      <w:r w:rsidR="00132A1D" w:rsidRPr="00132A1D">
        <w:rPr>
          <w:b/>
        </w:rPr>
        <w:t>Technika pro údržbu železničních prostranství</w:t>
      </w:r>
      <w:r w:rsidR="00132A1D">
        <w:rPr>
          <w:b/>
        </w:rPr>
        <w:t xml:space="preserve"> </w:t>
      </w:r>
      <w:r w:rsidRPr="008A5CDC">
        <w:t xml:space="preserve">je nákup strojů a </w:t>
      </w:r>
      <w:r>
        <w:t xml:space="preserve">příslušenství </w:t>
      </w:r>
      <w:r w:rsidRPr="008A5CDC">
        <w:t>určeného pro potřeb</w:t>
      </w:r>
      <w:r>
        <w:t>y</w:t>
      </w:r>
      <w:r w:rsidRPr="008A5CDC">
        <w:t xml:space="preserve"> správy tratí při údržbě drážního tělesa za účelem zajištění provozuschopnosti železniční infrastruktury zadavatele;</w:t>
      </w:r>
    </w:p>
    <w:p w14:paraId="06E5C110" w14:textId="32FF6792" w:rsidR="00AE7281" w:rsidRPr="008A5CDC" w:rsidRDefault="00A25DC7" w:rsidP="00017169">
      <w:pPr>
        <w:pStyle w:val="Odstavecseseznamem"/>
        <w:numPr>
          <w:ilvl w:val="0"/>
          <w:numId w:val="47"/>
        </w:numPr>
        <w:jc w:val="both"/>
      </w:pPr>
      <w:r w:rsidRPr="008A5CDC">
        <w:t>Nabízené (dodávané) stroje požaduje zadavatel zakázky nové a nepoužité. Nepřipouští se nabídka použitých, případně „předváděcích“ strojů“</w:t>
      </w:r>
      <w:r w:rsidR="00AE7281">
        <w:t>;</w:t>
      </w:r>
    </w:p>
    <w:p w14:paraId="4270B04C" w14:textId="4FD915F5" w:rsidR="00A25DC7" w:rsidRPr="00E95EA4" w:rsidRDefault="00A25DC7" w:rsidP="00A25DC7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</w:t>
      </w:r>
    </w:p>
    <w:p w14:paraId="78283CE1" w14:textId="77777777" w:rsidR="00A25DC7" w:rsidRPr="00E1776D" w:rsidRDefault="00A25DC7" w:rsidP="00A25DC7">
      <w:pPr>
        <w:pStyle w:val="Odstavecseseznamem"/>
        <w:numPr>
          <w:ilvl w:val="0"/>
          <w:numId w:val="46"/>
        </w:numPr>
        <w:jc w:val="both"/>
      </w:pPr>
      <w:r>
        <w:t>6</w:t>
      </w:r>
      <w:r w:rsidRPr="00E1776D">
        <w:t>x ručně vedený nosič nářadí;</w:t>
      </w:r>
    </w:p>
    <w:p w14:paraId="3AB48BCF" w14:textId="77777777" w:rsidR="00A25DC7" w:rsidRDefault="00A25DC7" w:rsidP="00A25DC7">
      <w:pPr>
        <w:pStyle w:val="Odstavecseseznamem"/>
        <w:numPr>
          <w:ilvl w:val="0"/>
          <w:numId w:val="46"/>
        </w:numPr>
      </w:pPr>
      <w:r>
        <w:t>4x bezpečnostní mulčovač</w:t>
      </w:r>
      <w:r w:rsidRPr="00E1776D">
        <w:t>;</w:t>
      </w:r>
    </w:p>
    <w:p w14:paraId="3B6458A5" w14:textId="77777777" w:rsidR="00A25DC7" w:rsidRDefault="00A25DC7" w:rsidP="00A25DC7">
      <w:pPr>
        <w:pStyle w:val="Odstavecseseznamem"/>
        <w:numPr>
          <w:ilvl w:val="0"/>
          <w:numId w:val="46"/>
        </w:numPr>
      </w:pPr>
      <w:r>
        <w:t>2x kladívkový mulčovač;</w:t>
      </w:r>
    </w:p>
    <w:p w14:paraId="13A9809F" w14:textId="690D513E" w:rsidR="00A25DC7" w:rsidRDefault="00A25DC7" w:rsidP="00A25DC7">
      <w:pPr>
        <w:pStyle w:val="Odstavecseseznamem"/>
        <w:numPr>
          <w:ilvl w:val="0"/>
          <w:numId w:val="46"/>
        </w:numPr>
      </w:pPr>
      <w:r>
        <w:t xml:space="preserve">2x </w:t>
      </w:r>
      <w:r w:rsidR="00991A7D">
        <w:t>zametací kartáč;</w:t>
      </w:r>
    </w:p>
    <w:p w14:paraId="7C015FF8" w14:textId="40A514E9" w:rsidR="00991A7D" w:rsidRDefault="00991A7D" w:rsidP="00A25DC7">
      <w:pPr>
        <w:pStyle w:val="Odstavecseseznamem"/>
        <w:numPr>
          <w:ilvl w:val="0"/>
          <w:numId w:val="46"/>
        </w:numPr>
      </w:pPr>
      <w:r>
        <w:t>1x sněhová fréza;</w:t>
      </w:r>
    </w:p>
    <w:p w14:paraId="21D538FE" w14:textId="78C382BC" w:rsidR="00991A7D" w:rsidRPr="00E1776D" w:rsidRDefault="00991A7D" w:rsidP="00A25DC7">
      <w:pPr>
        <w:pStyle w:val="Odstavecseseznamem"/>
        <w:numPr>
          <w:ilvl w:val="0"/>
          <w:numId w:val="46"/>
        </w:numPr>
      </w:pPr>
      <w:r>
        <w:t>1x radlice na sníh;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Dodací list a záruční list strojů;</w:t>
      </w:r>
    </w:p>
    <w:p w14:paraId="230EC1A8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Prohlášení o shodě všech dodaných výrobku;</w:t>
      </w:r>
    </w:p>
    <w:p w14:paraId="0828077A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Návod k obsluze a údržbě ke každému stroji včetně příslušenství v Českém jazyce;</w:t>
      </w:r>
    </w:p>
    <w:p w14:paraId="3BF69567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Zaškolení obsluhy pro bezpečnou obsluhu a údržbu výrobku u objednatele;</w:t>
      </w:r>
    </w:p>
    <w:p w14:paraId="72C98EE8" w14:textId="558CC126" w:rsidR="00A25DC7" w:rsidRPr="00AD45CA" w:rsidRDefault="00A25DC7" w:rsidP="00A25DC7">
      <w:pPr>
        <w:pStyle w:val="Odstavecseseznamem"/>
        <w:numPr>
          <w:ilvl w:val="0"/>
          <w:numId w:val="48"/>
        </w:numPr>
      </w:pPr>
      <w:r w:rsidRPr="00AD45CA">
        <w:rPr>
          <w:rFonts w:eastAsia="Times New Roman" w:cs="Times New Roman"/>
          <w:lang w:eastAsia="cs-CZ"/>
        </w:rPr>
        <w:t xml:space="preserve">Provádění předepsaných servisních úkonů dodavatelem v ceně stroje a v intervalech předepsaných výrobcem stroje na základě jeho servisního plánu </w:t>
      </w:r>
      <w:r w:rsidR="00914E09">
        <w:rPr>
          <w:rFonts w:eastAsia="Times New Roman" w:cs="Times New Roman"/>
          <w:lang w:eastAsia="cs-CZ"/>
        </w:rPr>
        <w:t xml:space="preserve">po dobu záruční lhůty, nebo dosažení 100 MTH v servisním středisku dodavatele </w:t>
      </w:r>
      <w:r w:rsidRPr="00AD45CA">
        <w:rPr>
          <w:rFonts w:eastAsia="Times New Roman" w:cs="Times New Roman"/>
          <w:lang w:eastAsia="cs-CZ"/>
        </w:rPr>
        <w:t>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částic;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B44DC4A" w14:textId="77777777" w:rsidR="00017169" w:rsidRPr="00C233B5" w:rsidRDefault="00017169" w:rsidP="00017169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stroje (výrobku).</w:t>
      </w:r>
    </w:p>
    <w:p w14:paraId="7BC3D6CD" w14:textId="77777777" w:rsidR="00017169" w:rsidRPr="00C233B5" w:rsidRDefault="00017169" w:rsidP="00017169">
      <w:pPr>
        <w:pStyle w:val="Odstavecseseznamem"/>
        <w:numPr>
          <w:ilvl w:val="0"/>
          <w:numId w:val="49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27EC9874" w14:textId="1DDFC44C" w:rsidR="00D21061" w:rsidRDefault="00017169" w:rsidP="00017169">
      <w:pPr>
        <w:pStyle w:val="Odstavecseseznamem"/>
        <w:numPr>
          <w:ilvl w:val="0"/>
          <w:numId w:val="49"/>
        </w:num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38073907" w14:textId="082390D2" w:rsidR="00017169" w:rsidRDefault="00017169" w:rsidP="00017169">
      <w:pPr>
        <w:pStyle w:val="Odstavecseseznamem"/>
        <w:numPr>
          <w:ilvl w:val="0"/>
          <w:numId w:val="49"/>
        </w:numPr>
      </w:pPr>
      <w:r>
        <w:t>V případě požadavku na více než 1ks u stejného výrobku (viz oddíl 2 Specifikace strojů) musí model (typ) výrobku být totožný pro všechny požadované kusy.</w:t>
      </w:r>
    </w:p>
    <w:p w14:paraId="417A336F" w14:textId="77777777" w:rsidR="00AE7281" w:rsidRDefault="00AE7281" w:rsidP="00AE7281"/>
    <w:p w14:paraId="05D7BCDC" w14:textId="77777777" w:rsidR="00AE7281" w:rsidRDefault="00AE7281" w:rsidP="00AE7281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3"/>
        <w:gridCol w:w="1621"/>
        <w:gridCol w:w="2528"/>
      </w:tblGrid>
      <w:tr w:rsidR="00AE7281" w:rsidRPr="00AE7281" w14:paraId="1A680D94" w14:textId="77777777" w:rsidTr="00AE7281">
        <w:trPr>
          <w:trHeight w:val="13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42D889D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NOSIČ NÁŘADÍ RUČNĚ VEDENÝ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1DEAA28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545A7FB" w14:textId="77777777" w:rsidR="00017169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46328012" w14:textId="4C4A0DDE" w:rsidR="00AE7281" w:rsidRPr="00AE7281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F73159" w:rsidRPr="00AE7281" w14:paraId="4AEEE6CB" w14:textId="77777777" w:rsidTr="00017169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3300"/>
            <w:noWrap/>
            <w:vAlign w:val="center"/>
            <w:hideMark/>
          </w:tcPr>
          <w:p w14:paraId="24DDB4D8" w14:textId="3130399D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OZNAČENÍ)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vAlign w:val="center"/>
            <w:hideMark/>
          </w:tcPr>
          <w:p w14:paraId="686F8048" w14:textId="66E0215D" w:rsidR="00F73159" w:rsidRPr="00017169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1716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</w:t>
            </w:r>
            <w:r w:rsidR="00017169" w:rsidRPr="0001716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</w:t>
            </w:r>
            <w:r w:rsidRPr="0001716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5200" w:themeFill="accent2"/>
            <w:noWrap/>
            <w:vAlign w:val="bottom"/>
            <w:hideMark/>
          </w:tcPr>
          <w:p w14:paraId="189944BE" w14:textId="2BAA1967" w:rsidR="00F73159" w:rsidRPr="00017169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17169">
              <w:rPr>
                <w:b/>
                <w:bCs/>
              </w:rPr>
              <w:t>"[</w:t>
            </w:r>
            <w:r w:rsidRPr="00017169">
              <w:rPr>
                <w:b/>
                <w:bCs/>
                <w:highlight w:val="yellow"/>
              </w:rPr>
              <w:t>VLOŽÍ PRODÁVAJÍCÍ</w:t>
            </w:r>
            <w:r w:rsidRPr="00017169">
              <w:rPr>
                <w:b/>
                <w:bCs/>
              </w:rPr>
              <w:t>]"</w:t>
            </w:r>
          </w:p>
        </w:tc>
      </w:tr>
      <w:tr w:rsidR="00F73159" w:rsidRPr="00AE7281" w14:paraId="6673C231" w14:textId="77777777" w:rsidTr="00AE728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18D54F" w14:textId="77777777" w:rsidR="00F73159" w:rsidRPr="001C1364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BC1031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EF23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F73159" w:rsidRPr="00AE7281" w14:paraId="26AD72F2" w14:textId="77777777" w:rsidTr="003B79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EDBFA6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DE01B9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4D574" w14:textId="06A97B09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D69D8">
              <w:t>"[</w:t>
            </w:r>
            <w:r w:rsidRPr="003D69D8">
              <w:rPr>
                <w:highlight w:val="yellow"/>
              </w:rPr>
              <w:t>VLOŽÍ</w:t>
            </w:r>
            <w:r w:rsidRPr="003D69D8">
              <w:rPr>
                <w:b/>
                <w:bCs/>
                <w:highlight w:val="yellow"/>
              </w:rPr>
              <w:t xml:space="preserve"> </w:t>
            </w:r>
            <w:r w:rsidRPr="003D69D8">
              <w:rPr>
                <w:highlight w:val="yellow"/>
              </w:rPr>
              <w:t>PRODÁVAJÍCÍ</w:t>
            </w:r>
            <w:r w:rsidRPr="003D69D8">
              <w:t>]"</w:t>
            </w:r>
          </w:p>
        </w:tc>
      </w:tr>
      <w:tr w:rsidR="00F73159" w:rsidRPr="00AE7281" w14:paraId="2CA27E9C" w14:textId="77777777" w:rsidTr="003B79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1F8368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011049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700 cm³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AA2C1" w14:textId="227F7BFF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D69D8">
              <w:t>"[</w:t>
            </w:r>
            <w:r w:rsidRPr="003D69D8">
              <w:rPr>
                <w:highlight w:val="yellow"/>
              </w:rPr>
              <w:t>VLOŽÍ</w:t>
            </w:r>
            <w:r w:rsidRPr="003D69D8">
              <w:rPr>
                <w:b/>
                <w:bCs/>
                <w:highlight w:val="yellow"/>
              </w:rPr>
              <w:t xml:space="preserve"> </w:t>
            </w:r>
            <w:r w:rsidRPr="003D69D8">
              <w:rPr>
                <w:highlight w:val="yellow"/>
              </w:rPr>
              <w:t>PRODÁVAJÍCÍ</w:t>
            </w:r>
            <w:r w:rsidRPr="003D69D8">
              <w:t>]"</w:t>
            </w:r>
          </w:p>
        </w:tc>
      </w:tr>
      <w:tr w:rsidR="00F73159" w:rsidRPr="00AE7281" w14:paraId="525DB1B2" w14:textId="77777777" w:rsidTr="003B79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DFFEDC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41361B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17 kW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59122" w14:textId="054C7289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D69D8">
              <w:t>"[</w:t>
            </w:r>
            <w:r w:rsidRPr="003D69D8">
              <w:rPr>
                <w:highlight w:val="yellow"/>
              </w:rPr>
              <w:t>VLOŽÍ</w:t>
            </w:r>
            <w:r w:rsidRPr="003D69D8">
              <w:rPr>
                <w:b/>
                <w:bCs/>
                <w:highlight w:val="yellow"/>
              </w:rPr>
              <w:t xml:space="preserve"> </w:t>
            </w:r>
            <w:r w:rsidRPr="003D69D8">
              <w:rPr>
                <w:highlight w:val="yellow"/>
              </w:rPr>
              <w:t>PRODÁVAJÍCÍ</w:t>
            </w:r>
            <w:r w:rsidRPr="003D69D8">
              <w:t>]"</w:t>
            </w:r>
          </w:p>
        </w:tc>
      </w:tr>
      <w:tr w:rsidR="00F73159" w:rsidRPr="00AE7281" w14:paraId="059FC8D9" w14:textId="77777777" w:rsidTr="00AE728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76EC87" w14:textId="77777777" w:rsidR="00F73159" w:rsidRPr="001C1364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5CE257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1A4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F73159" w:rsidRPr="00AE7281" w14:paraId="01E7F24F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E8DF42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C9CA2E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E336E" w14:textId="4D7D1C8F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2259F843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477107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Počet náprav (os)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C7F974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B4CD" w14:textId="259A035C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7C395579" w14:textId="77777777" w:rsidTr="0024703B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95E95F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Portálová osa mechanicky stavitelná pro změnu těžiště stroje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26C2D8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DB082" w14:textId="5B9B763B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725E3046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0F287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Převodovka hydrostatická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B4EA5A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F5936" w14:textId="69B3C7D9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2158B5C7" w14:textId="77777777" w:rsidTr="0024703B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6EEE75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Pneumatiky určené do svahovitých terénů             23*8,5-12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BED04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8079B" w14:textId="68B630FF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5E80E85C" w14:textId="77777777" w:rsidTr="0024703B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425F7E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Variabilní příruby pro nastavitelný rozchod dvoumontáže kol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565A9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D0E77" w14:textId="1EA65F06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2A844F99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5EF874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Přídavné pneumatiky se šípovým profilem 5,0-12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6E2440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883C" w14:textId="3995EA72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1D9A095F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EE6657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vývodový hřídel pro pohon neseného nářadí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D8F59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18CF9" w14:textId="5F99AB49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62DE84DF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663DFB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Pojezdová rychlost plynule nastavitelná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64901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79367" w14:textId="1536625A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4C85A7EF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9C5088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Maximální pojezdová rychlost vpřed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CA2C00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5 km/hod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D77D" w14:textId="4461B909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2BA590FE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884747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Maximální pojezdová rychlost vzad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234543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2,5 km/hod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E658" w14:textId="6557ABA8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50CCF931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81DA5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Svahová dostupnost nosiče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55ED59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45°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F6831" w14:textId="7F581243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4ED80D86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809B06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Parkovací brzda na obě hnaná kola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C8274B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85A96" w14:textId="4EAE5BC2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55FAC0CB" w14:textId="77777777" w:rsidTr="0024703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8BB036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3DBF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7,5 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B409F" w14:textId="183F1ACA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E3827">
              <w:t>"[</w:t>
            </w:r>
            <w:r w:rsidRPr="005E3827">
              <w:rPr>
                <w:highlight w:val="yellow"/>
              </w:rPr>
              <w:t>VLOŽÍ</w:t>
            </w:r>
            <w:r w:rsidRPr="005E3827">
              <w:rPr>
                <w:b/>
                <w:bCs/>
                <w:highlight w:val="yellow"/>
              </w:rPr>
              <w:t xml:space="preserve"> </w:t>
            </w:r>
            <w:r w:rsidRPr="005E3827">
              <w:rPr>
                <w:highlight w:val="yellow"/>
              </w:rPr>
              <w:t>PRODÁVAJÍCÍ</w:t>
            </w:r>
            <w:r w:rsidRPr="005E3827">
              <w:t>]"</w:t>
            </w:r>
          </w:p>
        </w:tc>
      </w:tr>
      <w:tr w:rsidR="00F73159" w:rsidRPr="00AE7281" w14:paraId="3C5228C4" w14:textId="77777777" w:rsidTr="00AE728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C30BF5" w14:textId="77777777" w:rsidR="00F73159" w:rsidRPr="001C1364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NOSIČE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AE722C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D65A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F73159" w:rsidRPr="00AE7281" w14:paraId="10DD572D" w14:textId="77777777" w:rsidTr="00423B9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F2BA86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Šířka nosiče bez přídavných kol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EA7FE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900 mm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A4105" w14:textId="26A9AA6C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771F1">
              <w:t>"[</w:t>
            </w:r>
            <w:r w:rsidRPr="003771F1">
              <w:rPr>
                <w:highlight w:val="yellow"/>
              </w:rPr>
              <w:t>VLOŽÍ</w:t>
            </w:r>
            <w:r w:rsidRPr="003771F1">
              <w:rPr>
                <w:b/>
                <w:bCs/>
                <w:highlight w:val="yellow"/>
              </w:rPr>
              <w:t xml:space="preserve"> </w:t>
            </w:r>
            <w:r w:rsidRPr="003771F1">
              <w:rPr>
                <w:highlight w:val="yellow"/>
              </w:rPr>
              <w:t>PRODÁVAJÍCÍ</w:t>
            </w:r>
            <w:r w:rsidRPr="003771F1">
              <w:t>]"</w:t>
            </w:r>
          </w:p>
        </w:tc>
      </w:tr>
      <w:tr w:rsidR="00F73159" w:rsidRPr="00AE7281" w14:paraId="0EE4F434" w14:textId="77777777" w:rsidTr="00423B9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624A7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Šířka nosiče včetně přídavných kol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98E332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0EEC5" w14:textId="33B69719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771F1">
              <w:t>"[</w:t>
            </w:r>
            <w:r w:rsidRPr="003771F1">
              <w:rPr>
                <w:highlight w:val="yellow"/>
              </w:rPr>
              <w:t>VLOŽÍ</w:t>
            </w:r>
            <w:r w:rsidRPr="003771F1">
              <w:rPr>
                <w:b/>
                <w:bCs/>
                <w:highlight w:val="yellow"/>
              </w:rPr>
              <w:t xml:space="preserve"> </w:t>
            </w:r>
            <w:r w:rsidRPr="003771F1">
              <w:rPr>
                <w:highlight w:val="yellow"/>
              </w:rPr>
              <w:t>PRODÁVAJÍCÍ</w:t>
            </w:r>
            <w:r w:rsidRPr="003771F1">
              <w:t>]"</w:t>
            </w:r>
          </w:p>
        </w:tc>
      </w:tr>
      <w:tr w:rsidR="00F73159" w:rsidRPr="00AE7281" w14:paraId="26D5D122" w14:textId="77777777" w:rsidTr="00423B9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793374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Délka nosiče bez přídavného ústrojí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B7A456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1.500 mm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83DC0" w14:textId="7679C398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771F1">
              <w:t>"[</w:t>
            </w:r>
            <w:r w:rsidRPr="003771F1">
              <w:rPr>
                <w:highlight w:val="yellow"/>
              </w:rPr>
              <w:t>VLOŽÍ</w:t>
            </w:r>
            <w:r w:rsidRPr="003771F1">
              <w:rPr>
                <w:b/>
                <w:bCs/>
                <w:highlight w:val="yellow"/>
              </w:rPr>
              <w:t xml:space="preserve"> </w:t>
            </w:r>
            <w:r w:rsidRPr="003771F1">
              <w:rPr>
                <w:highlight w:val="yellow"/>
              </w:rPr>
              <w:t>PRODÁVAJÍCÍ</w:t>
            </w:r>
            <w:r w:rsidRPr="003771F1">
              <w:t>]"</w:t>
            </w:r>
          </w:p>
        </w:tc>
      </w:tr>
      <w:tr w:rsidR="00F73159" w:rsidRPr="00AE7281" w14:paraId="52949AE9" w14:textId="77777777" w:rsidTr="00423B9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C4CBC8" w14:textId="3F4595C1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Transpor</w:t>
            </w:r>
            <w:r>
              <w:rPr>
                <w:rFonts w:ascii="Verdana" w:eastAsia="Times New Roman" w:hAnsi="Verdana" w:cs="Times New Roman"/>
                <w:lang w:eastAsia="cs-CZ"/>
              </w:rPr>
              <w:t>t</w:t>
            </w:r>
            <w:r w:rsidRPr="00AE7281">
              <w:rPr>
                <w:rFonts w:ascii="Verdana" w:eastAsia="Times New Roman" w:hAnsi="Verdana" w:cs="Times New Roman"/>
                <w:lang w:eastAsia="cs-CZ"/>
              </w:rPr>
              <w:t>ní výška nosiče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CAADF7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1.100 mm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0D5BC" w14:textId="2DE6EA9B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771F1">
              <w:t>"[</w:t>
            </w:r>
            <w:r w:rsidRPr="003771F1">
              <w:rPr>
                <w:highlight w:val="yellow"/>
              </w:rPr>
              <w:t>VLOŽÍ</w:t>
            </w:r>
            <w:r w:rsidRPr="003771F1">
              <w:rPr>
                <w:b/>
                <w:bCs/>
                <w:highlight w:val="yellow"/>
              </w:rPr>
              <w:t xml:space="preserve"> </w:t>
            </w:r>
            <w:r w:rsidRPr="003771F1">
              <w:rPr>
                <w:highlight w:val="yellow"/>
              </w:rPr>
              <w:t>PRODÁVAJÍCÍ</w:t>
            </w:r>
            <w:r w:rsidRPr="003771F1">
              <w:t>]"</w:t>
            </w:r>
          </w:p>
        </w:tc>
      </w:tr>
      <w:tr w:rsidR="00F73159" w:rsidRPr="00AE7281" w14:paraId="69998BA7" w14:textId="77777777" w:rsidTr="00423B9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07C22D" w14:textId="6B8EEF0B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Hmotnost nosiče s přídav</w:t>
            </w:r>
            <w:r>
              <w:rPr>
                <w:rFonts w:ascii="Verdana" w:eastAsia="Times New Roman" w:hAnsi="Verdana" w:cs="Times New Roman"/>
                <w:lang w:eastAsia="cs-CZ"/>
              </w:rPr>
              <w:t>n</w:t>
            </w:r>
            <w:r w:rsidRPr="00AE7281">
              <w:rPr>
                <w:rFonts w:ascii="Verdana" w:eastAsia="Times New Roman" w:hAnsi="Verdana" w:cs="Times New Roman"/>
                <w:lang w:eastAsia="cs-CZ"/>
              </w:rPr>
              <w:t>ými koly (bez nástroje)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B0F08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300 kg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E72D" w14:textId="687B57EC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771F1">
              <w:t>"[</w:t>
            </w:r>
            <w:r w:rsidRPr="003771F1">
              <w:rPr>
                <w:highlight w:val="yellow"/>
              </w:rPr>
              <w:t>VLOŽÍ</w:t>
            </w:r>
            <w:r w:rsidRPr="003771F1">
              <w:rPr>
                <w:b/>
                <w:bCs/>
                <w:highlight w:val="yellow"/>
              </w:rPr>
              <w:t xml:space="preserve"> </w:t>
            </w:r>
            <w:r w:rsidRPr="003771F1">
              <w:rPr>
                <w:highlight w:val="yellow"/>
              </w:rPr>
              <w:t>PRODÁVAJÍCÍ</w:t>
            </w:r>
            <w:r w:rsidRPr="003771F1">
              <w:t>]"</w:t>
            </w:r>
          </w:p>
        </w:tc>
      </w:tr>
      <w:tr w:rsidR="00F73159" w:rsidRPr="00AE7281" w14:paraId="056FC996" w14:textId="77777777" w:rsidTr="00AE7281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8F6B7F" w14:textId="77777777" w:rsidR="00F73159" w:rsidRPr="001C1364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1BBB36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B274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F73159" w:rsidRPr="00AE7281" w14:paraId="0AF834D8" w14:textId="77777777" w:rsidTr="006375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9530DF" w14:textId="4FD2B788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Výškově a stranově stavitelná řídítka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80A962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F14A7" w14:textId="02F559B5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E27F7C">
              <w:t>"[</w:t>
            </w:r>
            <w:r w:rsidRPr="00E27F7C">
              <w:rPr>
                <w:highlight w:val="yellow"/>
              </w:rPr>
              <w:t>VLOŽÍ</w:t>
            </w:r>
            <w:r w:rsidRPr="00E27F7C">
              <w:rPr>
                <w:b/>
                <w:bCs/>
                <w:highlight w:val="yellow"/>
              </w:rPr>
              <w:t xml:space="preserve"> </w:t>
            </w:r>
            <w:r w:rsidRPr="00E27F7C">
              <w:rPr>
                <w:highlight w:val="yellow"/>
              </w:rPr>
              <w:t>PRODÁVAJÍCÍ</w:t>
            </w:r>
            <w:r w:rsidRPr="00E27F7C">
              <w:t>]"</w:t>
            </w:r>
          </w:p>
        </w:tc>
      </w:tr>
      <w:tr w:rsidR="00F73159" w:rsidRPr="00AE7281" w14:paraId="11D4B125" w14:textId="77777777" w:rsidTr="006375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1004B4" w14:textId="634AB2CB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Antivibrační uložení řídítek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915D1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DCE6A" w14:textId="3BEFAB5D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E27F7C">
              <w:t>"[</w:t>
            </w:r>
            <w:r w:rsidRPr="00E27F7C">
              <w:rPr>
                <w:highlight w:val="yellow"/>
              </w:rPr>
              <w:t>VLOŽÍ</w:t>
            </w:r>
            <w:r w:rsidRPr="00E27F7C">
              <w:rPr>
                <w:b/>
                <w:bCs/>
                <w:highlight w:val="yellow"/>
              </w:rPr>
              <w:t xml:space="preserve"> </w:t>
            </w:r>
            <w:r w:rsidRPr="00E27F7C">
              <w:rPr>
                <w:highlight w:val="yellow"/>
              </w:rPr>
              <w:t>PRODÁVAJÍCÍ</w:t>
            </w:r>
            <w:r w:rsidRPr="00E27F7C">
              <w:t>]"</w:t>
            </w:r>
          </w:p>
        </w:tc>
      </w:tr>
      <w:tr w:rsidR="00F73159" w:rsidRPr="00AE7281" w14:paraId="299B5D04" w14:textId="77777777" w:rsidTr="006375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9C9CDA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Aktivní směrové řízení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3A2AD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62AD" w14:textId="7FA6FBE2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E27F7C">
              <w:t>"[</w:t>
            </w:r>
            <w:r w:rsidRPr="00E27F7C">
              <w:rPr>
                <w:highlight w:val="yellow"/>
              </w:rPr>
              <w:t>VLOŽÍ</w:t>
            </w:r>
            <w:r w:rsidRPr="00E27F7C">
              <w:rPr>
                <w:b/>
                <w:bCs/>
                <w:highlight w:val="yellow"/>
              </w:rPr>
              <w:t xml:space="preserve"> </w:t>
            </w:r>
            <w:r w:rsidRPr="00E27F7C">
              <w:rPr>
                <w:highlight w:val="yellow"/>
              </w:rPr>
              <w:t>PRODÁVAJÍCÍ</w:t>
            </w:r>
            <w:r w:rsidRPr="00E27F7C">
              <w:t>]"</w:t>
            </w:r>
          </w:p>
        </w:tc>
      </w:tr>
      <w:tr w:rsidR="00F73159" w:rsidRPr="00AE7281" w14:paraId="454BD54E" w14:textId="77777777" w:rsidTr="006375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4C37F2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Závěsné oko pro možnost manipulace s HNJ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0B226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4451A" w14:textId="3826A7F1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27F7C">
              <w:t>"[</w:t>
            </w:r>
            <w:r w:rsidRPr="00E27F7C">
              <w:rPr>
                <w:highlight w:val="yellow"/>
              </w:rPr>
              <w:t>VLOŽÍ</w:t>
            </w:r>
            <w:r w:rsidRPr="00E27F7C">
              <w:rPr>
                <w:b/>
                <w:bCs/>
                <w:highlight w:val="yellow"/>
              </w:rPr>
              <w:t xml:space="preserve"> </w:t>
            </w:r>
            <w:r w:rsidRPr="00E27F7C">
              <w:rPr>
                <w:highlight w:val="yellow"/>
              </w:rPr>
              <w:t>PRODÁVAJÍCÍ</w:t>
            </w:r>
            <w:r w:rsidRPr="00E27F7C">
              <w:t>]"</w:t>
            </w:r>
          </w:p>
        </w:tc>
      </w:tr>
      <w:tr w:rsidR="00F73159" w:rsidRPr="00AE7281" w14:paraId="75BF1704" w14:textId="77777777" w:rsidTr="006375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42E988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05B1DD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529C" w14:textId="7AC33605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27F7C">
              <w:t>"[</w:t>
            </w:r>
            <w:r w:rsidRPr="00E27F7C">
              <w:rPr>
                <w:highlight w:val="yellow"/>
              </w:rPr>
              <w:t>VLOŽÍ</w:t>
            </w:r>
            <w:r w:rsidRPr="00E27F7C">
              <w:rPr>
                <w:b/>
                <w:bCs/>
                <w:highlight w:val="yellow"/>
              </w:rPr>
              <w:t xml:space="preserve"> </w:t>
            </w:r>
            <w:r w:rsidRPr="00E27F7C">
              <w:rPr>
                <w:highlight w:val="yellow"/>
              </w:rPr>
              <w:t>PRODÁVAJÍCÍ</w:t>
            </w:r>
            <w:r w:rsidRPr="00E27F7C">
              <w:t>]"</w:t>
            </w:r>
          </w:p>
        </w:tc>
      </w:tr>
      <w:tr w:rsidR="00F73159" w:rsidRPr="00AE7281" w14:paraId="096DE8AF" w14:textId="77777777" w:rsidTr="006375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2E752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D0F9CD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BEC1C" w14:textId="460313BD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27F7C">
              <w:t>"[</w:t>
            </w:r>
            <w:r w:rsidRPr="00E27F7C">
              <w:rPr>
                <w:highlight w:val="yellow"/>
              </w:rPr>
              <w:t>VLOŽÍ</w:t>
            </w:r>
            <w:r w:rsidRPr="00E27F7C">
              <w:rPr>
                <w:b/>
                <w:bCs/>
                <w:highlight w:val="yellow"/>
              </w:rPr>
              <w:t xml:space="preserve"> </w:t>
            </w:r>
            <w:r w:rsidRPr="00E27F7C">
              <w:rPr>
                <w:highlight w:val="yellow"/>
              </w:rPr>
              <w:t>PRODÁVAJÍCÍ</w:t>
            </w:r>
            <w:r w:rsidRPr="00E27F7C">
              <w:t>]"</w:t>
            </w:r>
          </w:p>
        </w:tc>
      </w:tr>
    </w:tbl>
    <w:p w14:paraId="1BA697D2" w14:textId="6B98C89A" w:rsidR="001D0B67" w:rsidRDefault="001D0B67" w:rsidP="001D0B67"/>
    <w:p w14:paraId="6221B9A6" w14:textId="77777777" w:rsidR="00AE7281" w:rsidRDefault="00AE7281" w:rsidP="001D0B67"/>
    <w:p w14:paraId="0BB141C3" w14:textId="77777777" w:rsidR="00AE7281" w:rsidRDefault="00AE7281" w:rsidP="001D0B67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1848"/>
        <w:gridCol w:w="2460"/>
      </w:tblGrid>
      <w:tr w:rsidR="00AE7281" w:rsidRPr="00AE7281" w14:paraId="67D55363" w14:textId="77777777" w:rsidTr="00F73159">
        <w:trPr>
          <w:trHeight w:val="1302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AA37363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BEZPEČNOSTNÍ MULČOVAČ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B8E6892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46730762" w14:textId="77777777" w:rsidR="00017169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714E6714" w14:textId="45EF1364" w:rsidR="00AE7281" w:rsidRPr="00AE7281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AE7281" w:rsidRPr="00AE7281" w14:paraId="183574F6" w14:textId="77777777" w:rsidTr="00F73159">
        <w:trPr>
          <w:trHeight w:val="402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3300"/>
            <w:noWrap/>
            <w:vAlign w:val="center"/>
            <w:hideMark/>
          </w:tcPr>
          <w:p w14:paraId="7DECF72B" w14:textId="298D6A35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OZNAČENÍ)</w:t>
            </w:r>
            <w:r w:rsidR="00F7315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D336A5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FB88" w14:textId="7E0146B1" w:rsidR="00AE7281" w:rsidRPr="00AE7281" w:rsidRDefault="00F7315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F73159" w:rsidRPr="00AE7281" w14:paraId="6B80534D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D4D237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vřetenový mulčovač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91617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4279C" w14:textId="57DC665D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6A78DEDF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8A3B0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Bezpečnostní ozubené segmentové nože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7C7460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94DC1" w14:textId="3A5ACEF2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652F134B" w14:textId="77777777" w:rsidTr="00F73159">
        <w:trPr>
          <w:trHeight w:val="450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0AF14C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Pohon žacího ústrojí čelním vývodovým hřídelem nabízeného stroje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D7B3BF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76A2" w14:textId="5249B4F3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102B6F16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041A8E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Počet nastavitelných poloh sečení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BB285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3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C789A" w14:textId="20359D0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73F73DBA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5148E0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65A7D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3F33C" w14:textId="7C2E8F3E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5BE6F312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080F5D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šířka mulčovače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425A4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E4A9" w14:textId="52369C20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1A2C73F2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07E4E9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Mechanicky nastavitelný přední kryt žacího ústrojí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E5A3A6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EB72" w14:textId="54F1C749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5F3C23D9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68C463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Vnitřní výměnná ochranná vložka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42C9A7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EF4A4" w14:textId="2510E0E1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54CF88D4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3827BB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58F9FE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3C92" w14:textId="13FCEEE6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  <w:tr w:rsidR="00F73159" w:rsidRPr="00AE7281" w14:paraId="6280013B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C10B0D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hmotnost mulčovače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D1C9FD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lang w:eastAsia="cs-CZ"/>
              </w:rPr>
              <w:t>max. 185 kg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C7B3" w14:textId="7B0A9FA3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54ED1">
              <w:t>"[</w:t>
            </w:r>
            <w:r w:rsidRPr="00C54ED1">
              <w:rPr>
                <w:highlight w:val="yellow"/>
              </w:rPr>
              <w:t>VLOŽÍ</w:t>
            </w:r>
            <w:r w:rsidRPr="00C54ED1">
              <w:rPr>
                <w:b/>
                <w:bCs/>
                <w:highlight w:val="yellow"/>
              </w:rPr>
              <w:t xml:space="preserve"> </w:t>
            </w:r>
            <w:r w:rsidRPr="00C54ED1">
              <w:rPr>
                <w:highlight w:val="yellow"/>
              </w:rPr>
              <w:t>PRODÁVAJÍCÍ</w:t>
            </w:r>
            <w:r w:rsidRPr="00C54ED1">
              <w:t>]"</w:t>
            </w:r>
          </w:p>
        </w:tc>
      </w:tr>
    </w:tbl>
    <w:p w14:paraId="581D8BD6" w14:textId="77777777" w:rsidR="00AE7281" w:rsidRDefault="00AE7281" w:rsidP="001D0B67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1848"/>
        <w:gridCol w:w="2460"/>
      </w:tblGrid>
      <w:tr w:rsidR="00AE7281" w:rsidRPr="00AE7281" w14:paraId="44E98787" w14:textId="77777777" w:rsidTr="00F73159">
        <w:trPr>
          <w:trHeight w:val="1302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1539C26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KLADÍVKOVÝ MULČOVAČ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F99FFBE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87264C4" w14:textId="77777777" w:rsidR="00017169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51F52717" w14:textId="3790A5C5" w:rsidR="00AE7281" w:rsidRPr="00AE7281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AE7281" w:rsidRPr="00AE7281" w14:paraId="261B22F6" w14:textId="77777777" w:rsidTr="00F73159">
        <w:trPr>
          <w:trHeight w:val="402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3300"/>
            <w:noWrap/>
            <w:vAlign w:val="center"/>
            <w:hideMark/>
          </w:tcPr>
          <w:p w14:paraId="4E012EA4" w14:textId="7C8C32FF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OZNAČENÍ)</w:t>
            </w:r>
            <w:r w:rsidR="00F7315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67394C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EBC7" w14:textId="6DFCE267" w:rsidR="00AE7281" w:rsidRPr="00AE7281" w:rsidRDefault="00F7315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F73159" w:rsidRPr="00AE7281" w14:paraId="023AEB01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18FFF8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kladívkový mulčovač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20CDAC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0DA4" w14:textId="09FD2C9C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5D7E9B52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562F1A" w14:textId="50C31301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Typ nožů – litinová kladiva s výměnným ostřím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59BE16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480C" w14:textId="685DA87B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0D15EFCA" w14:textId="77777777" w:rsidTr="00F73159">
        <w:trPr>
          <w:trHeight w:val="450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198403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Pohon žacího ústrojí čelním vývodovým hřídelem nabízeného stroje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EA3E28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60EB" w14:textId="0DACDD95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771AF9C5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CD8C0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Počet nastavitelných poloh sečení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33F25A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3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2DCD" w14:textId="67D2E71A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31846345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ECF4C6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7733A8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5AB2A" w14:textId="7FF6F530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71B3EF9C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10EF4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šířka mulčovače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078C04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36C70" w14:textId="04D0EEA0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52E1EFD3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FC153B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Mechanicky nastavitelný přední kryt žacího ústrojí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C73F17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C3A36" w14:textId="03D9F1A1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12C0C98B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BA530F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Vnitřní výměnná ochranná vložka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114562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9FC2" w14:textId="2A1DDED8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33FFCA41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009AEA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43A612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010A" w14:textId="7035399F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  <w:tr w:rsidR="00F73159" w:rsidRPr="00AE7281" w14:paraId="33531FD8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EEF8F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hmotnost mulčovače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3939E3" w14:textId="77777777" w:rsidR="00F73159" w:rsidRPr="001C1364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lang w:eastAsia="cs-CZ"/>
              </w:rPr>
              <w:t>max. 185 kg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E738A" w14:textId="56EF09A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598E">
              <w:t>"[</w:t>
            </w:r>
            <w:r w:rsidRPr="00A5598E">
              <w:rPr>
                <w:highlight w:val="yellow"/>
              </w:rPr>
              <w:t>VLOŽÍ</w:t>
            </w:r>
            <w:r w:rsidRPr="00A5598E">
              <w:rPr>
                <w:b/>
                <w:bCs/>
                <w:highlight w:val="yellow"/>
              </w:rPr>
              <w:t xml:space="preserve"> </w:t>
            </w:r>
            <w:r w:rsidRPr="00A5598E">
              <w:rPr>
                <w:highlight w:val="yellow"/>
              </w:rPr>
              <w:t>PRODÁVAJÍCÍ</w:t>
            </w:r>
            <w:r w:rsidRPr="00A5598E">
              <w:t>]"</w:t>
            </w:r>
          </w:p>
        </w:tc>
      </w:tr>
    </w:tbl>
    <w:p w14:paraId="3CE395D5" w14:textId="77777777" w:rsidR="00AE7281" w:rsidRDefault="00AE7281" w:rsidP="001D0B67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1848"/>
        <w:gridCol w:w="2460"/>
      </w:tblGrid>
      <w:tr w:rsidR="00AE7281" w:rsidRPr="00AE7281" w14:paraId="09CE84C4" w14:textId="77777777" w:rsidTr="00F73159">
        <w:trPr>
          <w:trHeight w:val="1302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32F057D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ZAMETACÍ KARTÁČ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DF27C6D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3CCC368" w14:textId="77777777" w:rsidR="00017169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6A9C50A4" w14:textId="11715DA0" w:rsidR="00AE7281" w:rsidRPr="00AE7281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AE7281" w:rsidRPr="00AE7281" w14:paraId="2AD13237" w14:textId="77777777" w:rsidTr="00F73159">
        <w:trPr>
          <w:trHeight w:val="402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3300"/>
            <w:noWrap/>
            <w:vAlign w:val="center"/>
            <w:hideMark/>
          </w:tcPr>
          <w:p w14:paraId="52C7F6DE" w14:textId="0B37F3AF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OZNAČENÍ)</w:t>
            </w:r>
            <w:r w:rsidR="00F7315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568E2B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FA8F" w14:textId="58FB8EDA" w:rsidR="00AE7281" w:rsidRPr="00AE7281" w:rsidRDefault="00F7315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F73159" w:rsidRPr="00AE7281" w14:paraId="38C9352F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8041F8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rotační zametací kartáč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6FA6B3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B1889" w14:textId="41120CBA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  <w:tr w:rsidR="00F73159" w:rsidRPr="00AE7281" w14:paraId="0E8592DA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0A17C1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Provedení válcové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3E0C20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E644" w14:textId="5F34D38B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  <w:tr w:rsidR="00F73159" w:rsidRPr="00AE7281" w14:paraId="22E5D523" w14:textId="77777777" w:rsidTr="00F73159">
        <w:trPr>
          <w:trHeight w:val="450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5F67FF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Pohon zametacího kartáče čelním vývodovým hřídelem nabízeného stroje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258152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EFEE8" w14:textId="264A74CF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  <w:tr w:rsidR="00F73159" w:rsidRPr="00AE7281" w14:paraId="6A83C334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2E64CC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Dvourychlostní převodovka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DDD215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13FA8" w14:textId="0E404A31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  <w:tr w:rsidR="00F73159" w:rsidRPr="00AE7281" w14:paraId="604CDC5A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E4A46A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lastRenderedPageBreak/>
              <w:t>Pracovní záběr zametacího zařízení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846061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1.200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25C55" w14:textId="48E105AC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  <w:tr w:rsidR="00F73159" w:rsidRPr="00AE7281" w14:paraId="6C9FB1DC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AE60BA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Sada kartáčů pro hrubé nečistoty a sníh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C1BF52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A174" w14:textId="466DA3C6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  <w:tr w:rsidR="00F73159" w:rsidRPr="00AE7281" w14:paraId="2F9DCE74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773324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ochranný deflektor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F1CD6A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0D1C" w14:textId="26058960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43521">
              <w:t>"[</w:t>
            </w:r>
            <w:r w:rsidRPr="00443521">
              <w:rPr>
                <w:highlight w:val="yellow"/>
              </w:rPr>
              <w:t>VLOŽÍ</w:t>
            </w:r>
            <w:r w:rsidRPr="00443521">
              <w:rPr>
                <w:b/>
                <w:bCs/>
                <w:highlight w:val="yellow"/>
              </w:rPr>
              <w:t xml:space="preserve"> </w:t>
            </w:r>
            <w:r w:rsidRPr="00443521">
              <w:rPr>
                <w:highlight w:val="yellow"/>
              </w:rPr>
              <w:t>PRODÁVAJÍCÍ</w:t>
            </w:r>
            <w:r w:rsidRPr="00443521">
              <w:t>]"</w:t>
            </w:r>
          </w:p>
        </w:tc>
      </w:tr>
    </w:tbl>
    <w:p w14:paraId="5DCDB2FB" w14:textId="77777777" w:rsidR="00AE7281" w:rsidRDefault="00AE7281" w:rsidP="001D0B67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1848"/>
        <w:gridCol w:w="2460"/>
      </w:tblGrid>
      <w:tr w:rsidR="00AE7281" w:rsidRPr="00AE7281" w14:paraId="69684D8B" w14:textId="77777777" w:rsidTr="00F73159">
        <w:trPr>
          <w:trHeight w:val="1302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C45218E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SNĚHOVÁ FRÉZA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32518E1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055096A" w14:textId="77777777" w:rsidR="00017169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013856D8" w14:textId="39571D72" w:rsidR="00AE7281" w:rsidRPr="00AE7281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AE7281" w:rsidRPr="00AE7281" w14:paraId="61E24EBB" w14:textId="77777777" w:rsidTr="00F73159">
        <w:trPr>
          <w:trHeight w:val="402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3300"/>
            <w:noWrap/>
            <w:vAlign w:val="center"/>
            <w:hideMark/>
          </w:tcPr>
          <w:p w14:paraId="6173CCB9" w14:textId="0615BE73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OZNAČENÍ)</w:t>
            </w:r>
            <w:r w:rsidR="00F7315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81CAD8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A10D" w14:textId="4315A0CC" w:rsidR="00AE7281" w:rsidRPr="00AE7281" w:rsidRDefault="00F7315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F73159" w:rsidRPr="00AE7281" w14:paraId="590559B8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F34210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 xml:space="preserve">Pracovní záběr sněhové frézy 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3A2965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850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2C967" w14:textId="25ACEF53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2CDE">
              <w:t>"[</w:t>
            </w:r>
            <w:r w:rsidRPr="00562CDE">
              <w:rPr>
                <w:highlight w:val="yellow"/>
              </w:rPr>
              <w:t>VLOŽÍ</w:t>
            </w:r>
            <w:r w:rsidRPr="00562CDE">
              <w:rPr>
                <w:b/>
                <w:bCs/>
                <w:highlight w:val="yellow"/>
              </w:rPr>
              <w:t xml:space="preserve"> </w:t>
            </w:r>
            <w:r w:rsidRPr="00562CDE">
              <w:rPr>
                <w:highlight w:val="yellow"/>
              </w:rPr>
              <w:t>PRODÁVAJÍCÍ</w:t>
            </w:r>
            <w:r w:rsidRPr="00562CDE">
              <w:t>]"</w:t>
            </w:r>
          </w:p>
        </w:tc>
      </w:tr>
      <w:tr w:rsidR="00F73159" w:rsidRPr="00AE7281" w14:paraId="7F867809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4FD7DD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Otočný komín pro odhazování sněhu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1901F7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D41EA" w14:textId="459897C6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2CDE">
              <w:t>"[</w:t>
            </w:r>
            <w:r w:rsidRPr="00562CDE">
              <w:rPr>
                <w:highlight w:val="yellow"/>
              </w:rPr>
              <w:t>VLOŽÍ</w:t>
            </w:r>
            <w:r w:rsidRPr="00562CDE">
              <w:rPr>
                <w:b/>
                <w:bCs/>
                <w:highlight w:val="yellow"/>
              </w:rPr>
              <w:t xml:space="preserve"> </w:t>
            </w:r>
            <w:r w:rsidRPr="00562CDE">
              <w:rPr>
                <w:highlight w:val="yellow"/>
              </w:rPr>
              <w:t>PRODÁVAJÍCÍ</w:t>
            </w:r>
            <w:r w:rsidRPr="00562CDE">
              <w:t>]"</w:t>
            </w:r>
          </w:p>
        </w:tc>
      </w:tr>
      <w:tr w:rsidR="00F73159" w:rsidRPr="00AE7281" w14:paraId="15266D0B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B7DCCA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Ovládání komínu z pozice obsluhy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9E2465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2FED" w14:textId="3F8A2CE4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2CDE">
              <w:t>"[</w:t>
            </w:r>
            <w:r w:rsidRPr="00562CDE">
              <w:rPr>
                <w:highlight w:val="yellow"/>
              </w:rPr>
              <w:t>VLOŽÍ</w:t>
            </w:r>
            <w:r w:rsidRPr="00562CDE">
              <w:rPr>
                <w:b/>
                <w:bCs/>
                <w:highlight w:val="yellow"/>
              </w:rPr>
              <w:t xml:space="preserve"> </w:t>
            </w:r>
            <w:r w:rsidRPr="00562CDE">
              <w:rPr>
                <w:highlight w:val="yellow"/>
              </w:rPr>
              <w:t>PRODÁVAJÍCÍ</w:t>
            </w:r>
            <w:r w:rsidRPr="00562CDE">
              <w:t>]"</w:t>
            </w:r>
          </w:p>
        </w:tc>
      </w:tr>
      <w:tr w:rsidR="00F73159" w:rsidRPr="00AE7281" w14:paraId="197E3352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1FF95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Počet stupňů sněhové frézy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26E6FF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8A5D1" w14:textId="321017AC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2CDE">
              <w:t>"[</w:t>
            </w:r>
            <w:r w:rsidRPr="00562CDE">
              <w:rPr>
                <w:highlight w:val="yellow"/>
              </w:rPr>
              <w:t>VLOŽÍ</w:t>
            </w:r>
            <w:r w:rsidRPr="00562CDE">
              <w:rPr>
                <w:b/>
                <w:bCs/>
                <w:highlight w:val="yellow"/>
              </w:rPr>
              <w:t xml:space="preserve"> </w:t>
            </w:r>
            <w:r w:rsidRPr="00562CDE">
              <w:rPr>
                <w:highlight w:val="yellow"/>
              </w:rPr>
              <w:t>PRODÁVAJÍCÍ</w:t>
            </w:r>
            <w:r w:rsidRPr="00562CDE">
              <w:t>]"</w:t>
            </w:r>
          </w:p>
        </w:tc>
      </w:tr>
      <w:tr w:rsidR="00F73159" w:rsidRPr="00AE7281" w14:paraId="5379E0C8" w14:textId="77777777" w:rsidTr="00F73159">
        <w:trPr>
          <w:trHeight w:val="450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8395F3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Pohon sněhové frézy čelním vývodovým hřídelem nabízeného stroje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1C57DA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33877" w14:textId="08681FE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2CDE">
              <w:t>"[</w:t>
            </w:r>
            <w:r w:rsidRPr="00562CDE">
              <w:rPr>
                <w:highlight w:val="yellow"/>
              </w:rPr>
              <w:t>VLOŽÍ</w:t>
            </w:r>
            <w:r w:rsidRPr="00562CDE">
              <w:rPr>
                <w:b/>
                <w:bCs/>
                <w:highlight w:val="yellow"/>
              </w:rPr>
              <w:t xml:space="preserve"> </w:t>
            </w:r>
            <w:r w:rsidRPr="00562CDE">
              <w:rPr>
                <w:highlight w:val="yellow"/>
              </w:rPr>
              <w:t>PRODÁVAJÍCÍ</w:t>
            </w:r>
            <w:r w:rsidRPr="00562CDE">
              <w:t>]"</w:t>
            </w:r>
          </w:p>
        </w:tc>
      </w:tr>
      <w:tr w:rsidR="00F73159" w:rsidRPr="00AE7281" w14:paraId="3FFE6CE9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B1314D" w14:textId="0A29F69C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hmotnost sněhové frézy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BD05E0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125 kg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75756" w14:textId="1B79F26B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2CDE">
              <w:t>"[</w:t>
            </w:r>
            <w:r w:rsidRPr="00562CDE">
              <w:rPr>
                <w:highlight w:val="yellow"/>
              </w:rPr>
              <w:t>VLOŽÍ</w:t>
            </w:r>
            <w:r w:rsidRPr="00562CDE">
              <w:rPr>
                <w:b/>
                <w:bCs/>
                <w:highlight w:val="yellow"/>
              </w:rPr>
              <w:t xml:space="preserve"> </w:t>
            </w:r>
            <w:r w:rsidRPr="00562CDE">
              <w:rPr>
                <w:highlight w:val="yellow"/>
              </w:rPr>
              <w:t>PRODÁVAJÍCÍ</w:t>
            </w:r>
            <w:r w:rsidRPr="00562CDE">
              <w:t>]"</w:t>
            </w:r>
          </w:p>
        </w:tc>
      </w:tr>
    </w:tbl>
    <w:p w14:paraId="4AE6222A" w14:textId="77777777" w:rsidR="00AE7281" w:rsidRDefault="00AE7281" w:rsidP="001D0B67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1848"/>
        <w:gridCol w:w="2460"/>
      </w:tblGrid>
      <w:tr w:rsidR="00AE7281" w:rsidRPr="00AE7281" w14:paraId="4F7EC3DD" w14:textId="77777777" w:rsidTr="00F73159">
        <w:trPr>
          <w:trHeight w:val="1302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B293C7C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RADLICE NA SNÍH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80262AB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4172DC6" w14:textId="77777777" w:rsidR="00017169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0E90439E" w14:textId="38440AFA" w:rsidR="00AE7281" w:rsidRPr="00AE7281" w:rsidRDefault="00017169" w:rsidP="000171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AE7281" w:rsidRPr="00AE7281" w14:paraId="134A279D" w14:textId="77777777" w:rsidTr="00F73159">
        <w:trPr>
          <w:trHeight w:val="402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3300"/>
            <w:noWrap/>
            <w:vAlign w:val="center"/>
            <w:hideMark/>
          </w:tcPr>
          <w:p w14:paraId="4D2CC95B" w14:textId="6082697D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OZNAČENÍ)</w:t>
            </w:r>
            <w:r w:rsidR="00F7315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357A41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F36C" w14:textId="6D1F3007" w:rsidR="00AE7281" w:rsidRPr="00AE7281" w:rsidRDefault="00F7315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F73159" w:rsidRPr="00AE7281" w14:paraId="3E098622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DE806A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šířka radlice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F12156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1.200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8B2A0" w14:textId="5B371C9C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B1BEB">
              <w:t>"[</w:t>
            </w:r>
            <w:r w:rsidRPr="00FB1BEB">
              <w:rPr>
                <w:highlight w:val="yellow"/>
              </w:rPr>
              <w:t>VLOŽÍ</w:t>
            </w:r>
            <w:r w:rsidRPr="00FB1BEB">
              <w:rPr>
                <w:b/>
                <w:bCs/>
                <w:highlight w:val="yellow"/>
              </w:rPr>
              <w:t xml:space="preserve"> </w:t>
            </w:r>
            <w:r w:rsidRPr="00FB1BEB">
              <w:rPr>
                <w:highlight w:val="yellow"/>
              </w:rPr>
              <w:t>PRODÁVAJÍCÍ</w:t>
            </w:r>
            <w:r w:rsidRPr="00FB1BEB">
              <w:t>]"</w:t>
            </w:r>
          </w:p>
        </w:tc>
      </w:tr>
      <w:tr w:rsidR="00F73159" w:rsidRPr="00AE7281" w14:paraId="4C9E3992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6B904F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Možnost stranového nastavení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8BE4E4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CF87" w14:textId="0C0FA7A9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B1BEB">
              <w:t>"[</w:t>
            </w:r>
            <w:r w:rsidRPr="00FB1BEB">
              <w:rPr>
                <w:highlight w:val="yellow"/>
              </w:rPr>
              <w:t>VLOŽÍ</w:t>
            </w:r>
            <w:r w:rsidRPr="00FB1BEB">
              <w:rPr>
                <w:b/>
                <w:bCs/>
                <w:highlight w:val="yellow"/>
              </w:rPr>
              <w:t xml:space="preserve"> </w:t>
            </w:r>
            <w:r w:rsidRPr="00FB1BEB">
              <w:rPr>
                <w:highlight w:val="yellow"/>
              </w:rPr>
              <w:t>PRODÁVAJÍCÍ</w:t>
            </w:r>
            <w:r w:rsidRPr="00FB1BEB">
              <w:t>]"</w:t>
            </w:r>
          </w:p>
        </w:tc>
      </w:tr>
      <w:tr w:rsidR="00F73159" w:rsidRPr="00AE7281" w14:paraId="07BDFC79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137379" w14:textId="4D4B1EC6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Přídavné závaží pro sněhovou radlici min. 20 kg</w:t>
            </w:r>
          </w:p>
        </w:tc>
        <w:tc>
          <w:tcPr>
            <w:tcW w:w="18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41D634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5C6F" w14:textId="3AD99C4F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B1BEB">
              <w:t>"[</w:t>
            </w:r>
            <w:r w:rsidRPr="00FB1BEB">
              <w:rPr>
                <w:highlight w:val="yellow"/>
              </w:rPr>
              <w:t>VLOŽÍ</w:t>
            </w:r>
            <w:r w:rsidRPr="00FB1BEB">
              <w:rPr>
                <w:b/>
                <w:bCs/>
                <w:highlight w:val="yellow"/>
              </w:rPr>
              <w:t xml:space="preserve"> </w:t>
            </w:r>
            <w:r w:rsidRPr="00FB1BEB">
              <w:rPr>
                <w:highlight w:val="yellow"/>
              </w:rPr>
              <w:t>PRODÁVAJÍCÍ</w:t>
            </w:r>
            <w:r w:rsidRPr="00FB1BEB">
              <w:t>]"</w:t>
            </w:r>
          </w:p>
        </w:tc>
      </w:tr>
      <w:tr w:rsidR="00F73159" w:rsidRPr="00AE7281" w14:paraId="694BBBFC" w14:textId="77777777" w:rsidTr="00F73159">
        <w:trPr>
          <w:trHeight w:val="255"/>
        </w:trPr>
        <w:tc>
          <w:tcPr>
            <w:tcW w:w="438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B61E2" w14:textId="77777777" w:rsidR="00F73159" w:rsidRPr="00AE7281" w:rsidRDefault="00F73159" w:rsidP="00F731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Polyuretanová spodní lišta radlice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36F038" w14:textId="77777777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7B5F" w14:textId="5B21CFC2" w:rsidR="00F73159" w:rsidRPr="00AE7281" w:rsidRDefault="00F73159" w:rsidP="00F731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B1BEB">
              <w:t>"[</w:t>
            </w:r>
            <w:r w:rsidRPr="00FB1BEB">
              <w:rPr>
                <w:highlight w:val="yellow"/>
              </w:rPr>
              <w:t>VLOŽÍ</w:t>
            </w:r>
            <w:r w:rsidRPr="00FB1BEB">
              <w:rPr>
                <w:b/>
                <w:bCs/>
                <w:highlight w:val="yellow"/>
              </w:rPr>
              <w:t xml:space="preserve"> </w:t>
            </w:r>
            <w:r w:rsidRPr="00FB1BEB">
              <w:rPr>
                <w:highlight w:val="yellow"/>
              </w:rPr>
              <w:t>PRODÁVAJÍCÍ</w:t>
            </w:r>
            <w:r w:rsidRPr="00FB1BEB">
              <w:t>]"</w:t>
            </w:r>
          </w:p>
        </w:tc>
      </w:tr>
    </w:tbl>
    <w:p w14:paraId="0BE92FED" w14:textId="77777777" w:rsidR="00AE7281" w:rsidRDefault="00AE7281" w:rsidP="001D0B67"/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984"/>
        <w:gridCol w:w="2268"/>
      </w:tblGrid>
      <w:tr w:rsidR="004A4C8A" w:rsidRPr="00AE7281" w14:paraId="54EA2AF7" w14:textId="77777777" w:rsidTr="004A4C8A">
        <w:trPr>
          <w:trHeight w:val="25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center"/>
          </w:tcPr>
          <w:p w14:paraId="75262EF1" w14:textId="77777777" w:rsidR="004A4C8A" w:rsidRDefault="004A4C8A" w:rsidP="00BF21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</w:pPr>
          </w:p>
          <w:p w14:paraId="7CC53621" w14:textId="5D4797A8" w:rsidR="004A4C8A" w:rsidRDefault="004A4C8A" w:rsidP="00BF21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</w:pPr>
            <w:r w:rsidRPr="004A4C8A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Spol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e</w:t>
            </w:r>
            <w:r w:rsidRPr="004A4C8A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čná technick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á</w:t>
            </w:r>
            <w:r w:rsidRPr="004A4C8A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 xml:space="preserve"> podmínka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 xml:space="preserve"> p</w:t>
            </w:r>
            <w:r w:rsidR="00090A07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RO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 xml:space="preserve"> všechny stroje</w:t>
            </w:r>
          </w:p>
          <w:p w14:paraId="472E43C1" w14:textId="36CE81E4" w:rsidR="004A4C8A" w:rsidRPr="004A4C8A" w:rsidRDefault="004A4C8A" w:rsidP="00BF21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aps/>
                <w:highlight w:val="yellow"/>
                <w:lang w:eastAsia="cs-CZ"/>
              </w:rPr>
            </w:pPr>
          </w:p>
        </w:tc>
      </w:tr>
      <w:tr w:rsidR="00017169" w:rsidRPr="00AE7281" w14:paraId="32490E1A" w14:textId="77777777" w:rsidTr="008673C1">
        <w:trPr>
          <w:trHeight w:val="255"/>
        </w:trPr>
        <w:tc>
          <w:tcPr>
            <w:tcW w:w="4390" w:type="dxa"/>
            <w:shd w:val="clear" w:color="auto" w:fill="auto"/>
            <w:noWrap/>
            <w:vAlign w:val="center"/>
          </w:tcPr>
          <w:p w14:paraId="008FB73A" w14:textId="77777777" w:rsidR="004A4C8A" w:rsidRDefault="004A4C8A" w:rsidP="00BF21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76138AAD" w14:textId="03B2E1DE" w:rsidR="00017169" w:rsidRDefault="00017169" w:rsidP="00BF21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Servisní středisko ve smyslu odst. 6.5 a 7.6 Kupní smlouvy v dosahu maximálně do 100 km včetně od Místa plnění, tj. od </w:t>
            </w:r>
          </w:p>
          <w:p w14:paraId="66BC07DB" w14:textId="77777777" w:rsidR="00017169" w:rsidRDefault="00017169" w:rsidP="00BF21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MES Olomouc, Pavlovičky 126, 779 00 Olomouc</w:t>
            </w:r>
          </w:p>
          <w:p w14:paraId="568643E2" w14:textId="77777777" w:rsidR="00017169" w:rsidRPr="00941863" w:rsidRDefault="00017169" w:rsidP="00BF21E6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počítáno podle webové aplikace Google mapy, výběr: nejrychlejší varianta trasy</w:t>
            </w:r>
          </w:p>
          <w:p w14:paraId="77E72172" w14:textId="77777777" w:rsidR="00017169" w:rsidRDefault="00017169" w:rsidP="00BF21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78FB0547" w14:textId="77777777" w:rsidR="00017169" w:rsidRDefault="00017169" w:rsidP="00BF21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5106602A" w14:textId="77777777" w:rsidR="00017169" w:rsidRPr="00563DA6" w:rsidRDefault="00017169" w:rsidP="00BF21E6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CA41055" w14:textId="77777777" w:rsidR="00017169" w:rsidRPr="00AE7281" w:rsidRDefault="00017169" w:rsidP="00BF21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D138E5B" w14:textId="77777777" w:rsidR="00017169" w:rsidRPr="00605B15" w:rsidRDefault="00017169" w:rsidP="00BF21E6">
            <w:pPr>
              <w:spacing w:after="0" w:line="240" w:lineRule="auto"/>
              <w:jc w:val="center"/>
              <w:rPr>
                <w:bCs/>
              </w:rPr>
            </w:pPr>
            <w:r w:rsidRPr="00941863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</w:tbl>
    <w:p w14:paraId="4F2914E6" w14:textId="77777777" w:rsidR="00017169" w:rsidRDefault="00017169" w:rsidP="001D0B67"/>
    <w:sectPr w:rsidR="00017169" w:rsidSect="00B542E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99E8B" w14:textId="77777777" w:rsidR="00B542E2" w:rsidRDefault="00B542E2" w:rsidP="00962258">
      <w:pPr>
        <w:spacing w:after="0" w:line="240" w:lineRule="auto"/>
      </w:pPr>
      <w:r>
        <w:separator/>
      </w:r>
    </w:p>
  </w:endnote>
  <w:endnote w:type="continuationSeparator" w:id="0">
    <w:p w14:paraId="13D8DFF9" w14:textId="77777777" w:rsidR="00B542E2" w:rsidRDefault="00B542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0D0D5" w14:textId="77777777" w:rsidR="00B542E2" w:rsidRDefault="00B542E2" w:rsidP="00962258">
      <w:pPr>
        <w:spacing w:after="0" w:line="240" w:lineRule="auto"/>
      </w:pPr>
      <w:r>
        <w:separator/>
      </w:r>
    </w:p>
  </w:footnote>
  <w:footnote w:type="continuationSeparator" w:id="0">
    <w:p w14:paraId="2E72C2EE" w14:textId="77777777" w:rsidR="00B542E2" w:rsidRDefault="00B542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2A3118" w14:textId="77777777" w:rsidR="00017169" w:rsidRPr="00017169" w:rsidRDefault="00132A1D" w:rsidP="00017169">
          <w:pPr>
            <w:pStyle w:val="Druhdokumentu"/>
            <w:rPr>
              <w:b w:val="0"/>
              <w:bCs/>
              <w:sz w:val="18"/>
              <w:szCs w:val="18"/>
            </w:rPr>
          </w:pPr>
          <w:r w:rsidRPr="00017169">
            <w:rPr>
              <w:b w:val="0"/>
              <w:bCs/>
              <w:sz w:val="18"/>
              <w:szCs w:val="18"/>
            </w:rPr>
            <w:t xml:space="preserve">Díl 3_1 </w:t>
          </w:r>
          <w:r w:rsidR="00017169" w:rsidRPr="00017169">
            <w:rPr>
              <w:b w:val="0"/>
              <w:bCs/>
              <w:sz w:val="18"/>
              <w:szCs w:val="18"/>
            </w:rPr>
            <w:t xml:space="preserve">Zadávací dokumentace: </w:t>
          </w:r>
        </w:p>
        <w:p w14:paraId="3C7E7170" w14:textId="3F068134" w:rsidR="00F1715C" w:rsidRPr="00D6163D" w:rsidRDefault="00132A1D" w:rsidP="00017169">
          <w:pPr>
            <w:pStyle w:val="Druhdokumentu"/>
          </w:pPr>
          <w:r w:rsidRPr="00017169">
            <w:rPr>
              <w:b w:val="0"/>
              <w:bCs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17169"/>
    <w:rsid w:val="00030DCB"/>
    <w:rsid w:val="00044F24"/>
    <w:rsid w:val="00050682"/>
    <w:rsid w:val="000634E9"/>
    <w:rsid w:val="00072C1E"/>
    <w:rsid w:val="00085901"/>
    <w:rsid w:val="0009057F"/>
    <w:rsid w:val="00090A07"/>
    <w:rsid w:val="00095F2A"/>
    <w:rsid w:val="000968DB"/>
    <w:rsid w:val="00114472"/>
    <w:rsid w:val="00132A1D"/>
    <w:rsid w:val="001412A4"/>
    <w:rsid w:val="0014474C"/>
    <w:rsid w:val="00170EC5"/>
    <w:rsid w:val="001747C1"/>
    <w:rsid w:val="0018304D"/>
    <w:rsid w:val="0018596A"/>
    <w:rsid w:val="001C1364"/>
    <w:rsid w:val="001D0B67"/>
    <w:rsid w:val="00201E26"/>
    <w:rsid w:val="002030FF"/>
    <w:rsid w:val="00207DF5"/>
    <w:rsid w:val="002370F3"/>
    <w:rsid w:val="00272E51"/>
    <w:rsid w:val="00281392"/>
    <w:rsid w:val="002C31BF"/>
    <w:rsid w:val="002E0CD7"/>
    <w:rsid w:val="00357BC6"/>
    <w:rsid w:val="003956C6"/>
    <w:rsid w:val="003B588D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A4C8A"/>
    <w:rsid w:val="004C07FB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61068E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33AAC"/>
    <w:rsid w:val="00743525"/>
    <w:rsid w:val="0076286B"/>
    <w:rsid w:val="00766846"/>
    <w:rsid w:val="0077673A"/>
    <w:rsid w:val="007846E1"/>
    <w:rsid w:val="007918FD"/>
    <w:rsid w:val="007B570C"/>
    <w:rsid w:val="007E2A0D"/>
    <w:rsid w:val="007E4A6E"/>
    <w:rsid w:val="007F56A7"/>
    <w:rsid w:val="00807DD0"/>
    <w:rsid w:val="008324D3"/>
    <w:rsid w:val="0083742E"/>
    <w:rsid w:val="008673C1"/>
    <w:rsid w:val="008720F8"/>
    <w:rsid w:val="00872202"/>
    <w:rsid w:val="00896E2B"/>
    <w:rsid w:val="008A3568"/>
    <w:rsid w:val="008D03B9"/>
    <w:rsid w:val="008F18D6"/>
    <w:rsid w:val="00904780"/>
    <w:rsid w:val="00914E09"/>
    <w:rsid w:val="00922385"/>
    <w:rsid w:val="009223DF"/>
    <w:rsid w:val="00936091"/>
    <w:rsid w:val="00940D8A"/>
    <w:rsid w:val="00962258"/>
    <w:rsid w:val="009624A6"/>
    <w:rsid w:val="009678B7"/>
    <w:rsid w:val="00973786"/>
    <w:rsid w:val="00982411"/>
    <w:rsid w:val="00985C6C"/>
    <w:rsid w:val="00991A7D"/>
    <w:rsid w:val="00992D9C"/>
    <w:rsid w:val="00996CB8"/>
    <w:rsid w:val="009B2E97"/>
    <w:rsid w:val="009D3013"/>
    <w:rsid w:val="009E07F4"/>
    <w:rsid w:val="009F392E"/>
    <w:rsid w:val="00A14100"/>
    <w:rsid w:val="00A174CB"/>
    <w:rsid w:val="00A25139"/>
    <w:rsid w:val="00A25DC7"/>
    <w:rsid w:val="00A3387B"/>
    <w:rsid w:val="00A44328"/>
    <w:rsid w:val="00A46285"/>
    <w:rsid w:val="00A56E78"/>
    <w:rsid w:val="00A6177B"/>
    <w:rsid w:val="00A66136"/>
    <w:rsid w:val="00A7497A"/>
    <w:rsid w:val="00A90BC8"/>
    <w:rsid w:val="00A965B0"/>
    <w:rsid w:val="00AA4CBB"/>
    <w:rsid w:val="00AA65FA"/>
    <w:rsid w:val="00AA7351"/>
    <w:rsid w:val="00AB6702"/>
    <w:rsid w:val="00AC1827"/>
    <w:rsid w:val="00AD056F"/>
    <w:rsid w:val="00AD45CA"/>
    <w:rsid w:val="00AD6731"/>
    <w:rsid w:val="00AE7281"/>
    <w:rsid w:val="00B15D0D"/>
    <w:rsid w:val="00B26919"/>
    <w:rsid w:val="00B45E9E"/>
    <w:rsid w:val="00B542E2"/>
    <w:rsid w:val="00B649D6"/>
    <w:rsid w:val="00B75EE1"/>
    <w:rsid w:val="00B77481"/>
    <w:rsid w:val="00B8518B"/>
    <w:rsid w:val="00B85BD4"/>
    <w:rsid w:val="00BD7E91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0214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3159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185</TotalTime>
  <Pages>4</Pages>
  <Words>1177</Words>
  <Characters>6950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Bauer Michal</cp:lastModifiedBy>
  <cp:revision>18</cp:revision>
  <cp:lastPrinted>2018-04-04T17:09:00Z</cp:lastPrinted>
  <dcterms:created xsi:type="dcterms:W3CDTF">2024-04-11T11:37:00Z</dcterms:created>
  <dcterms:modified xsi:type="dcterms:W3CDTF">2024-05-20T05:25:00Z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